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4D0FBE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190FF9">
        <w:tc>
          <w:tcPr>
            <w:tcW w:w="10326" w:type="dxa"/>
          </w:tcPr>
          <w:p w:rsidR="00190FF9" w:rsidRPr="00190FF9" w:rsidRDefault="00190FF9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212" w:type="dxa"/>
          </w:tcPr>
          <w:p w:rsidR="004D0FBE" w:rsidRPr="006C244E" w:rsidRDefault="00190FF9" w:rsidP="004D0FBE">
            <w:pPr>
              <w:rPr>
                <w:rFonts w:ascii="Times New Roman" w:hAnsi="Times New Roman"/>
                <w:sz w:val="28"/>
                <w:szCs w:val="28"/>
              </w:rPr>
            </w:pPr>
            <w:r w:rsidRPr="00190FF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4D0FBE" w:rsidRPr="006C244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4D0FBE"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190FF9" w:rsidRPr="00190FF9" w:rsidRDefault="004D0FBE" w:rsidP="004D0FBE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244E"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</w:tc>
      </w:tr>
      <w:tr w:rsidR="004D0FBE" w:rsidRPr="00190FF9">
        <w:tc>
          <w:tcPr>
            <w:tcW w:w="10326" w:type="dxa"/>
          </w:tcPr>
          <w:p w:rsidR="004D0FBE" w:rsidRPr="00190FF9" w:rsidRDefault="004D0FBE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4D0FBE" w:rsidRPr="00190FF9" w:rsidRDefault="00882413" w:rsidP="004D0F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18.12.2019 № 406</w:t>
            </w:r>
          </w:p>
        </w:tc>
      </w:tr>
      <w:tr w:rsidR="004D0FBE" w:rsidRPr="00190FF9">
        <w:tc>
          <w:tcPr>
            <w:tcW w:w="10326" w:type="dxa"/>
          </w:tcPr>
          <w:p w:rsidR="004D0FBE" w:rsidRPr="00190FF9" w:rsidRDefault="004D0FBE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4D0FBE" w:rsidRPr="00190FF9" w:rsidRDefault="004D0FBE" w:rsidP="004D0F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86ECA" w:rsidRDefault="00286ECA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4D0FBE" w:rsidRPr="00EA1DC6" w:rsidRDefault="004D0FBE" w:rsidP="004D0FBE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EA1DC6">
        <w:rPr>
          <w:rFonts w:ascii="Times New Roman" w:hAnsi="Times New Roman"/>
          <w:sz w:val="28"/>
          <w:szCs w:val="28"/>
        </w:rPr>
        <w:t xml:space="preserve">«5. Система программных мероприятий </w:t>
      </w:r>
    </w:p>
    <w:p w:rsidR="004D0FBE" w:rsidRPr="00EA1DC6" w:rsidRDefault="004D0FBE" w:rsidP="004D0FBE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2"/>
        <w:gridCol w:w="2144"/>
        <w:gridCol w:w="836"/>
        <w:gridCol w:w="788"/>
        <w:gridCol w:w="895"/>
        <w:gridCol w:w="731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51"/>
        <w:gridCol w:w="2122"/>
      </w:tblGrid>
      <w:tr w:rsidR="004D0FBE" w:rsidRPr="00EA1DC6" w:rsidTr="00036615"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FBE" w:rsidRPr="00EA1DC6" w:rsidRDefault="004D0FBE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№</w:t>
            </w:r>
          </w:p>
          <w:p w:rsidR="004D0FBE" w:rsidRPr="00EA1DC6" w:rsidRDefault="004D0FBE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EA1DC6">
              <w:rPr>
                <w:rFonts w:ascii="Times New Roman" w:hAnsi="Times New Roman"/>
              </w:rPr>
              <w:t>п</w:t>
            </w:r>
            <w:proofErr w:type="gramEnd"/>
            <w:r w:rsidRPr="00EA1DC6">
              <w:rPr>
                <w:rFonts w:ascii="Times New Roman" w:hAnsi="Times New Roman"/>
              </w:rPr>
              <w:t>/п</w:t>
            </w:r>
          </w:p>
        </w:tc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FBE" w:rsidRPr="00EA1DC6" w:rsidRDefault="004D0FBE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Программные мероприятия, обеспечивающие выполнение задачи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FBE" w:rsidRPr="00EA1DC6" w:rsidRDefault="004D0FBE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 xml:space="preserve">Главные </w:t>
            </w:r>
            <w:proofErr w:type="spellStart"/>
            <w:proofErr w:type="gramStart"/>
            <w:r w:rsidRPr="00EA1DC6">
              <w:rPr>
                <w:rFonts w:ascii="Times New Roman" w:hAnsi="Times New Roman"/>
              </w:rPr>
              <w:t>распоря-дители</w:t>
            </w:r>
            <w:proofErr w:type="spellEnd"/>
            <w:proofErr w:type="gramEnd"/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FBE" w:rsidRPr="00EA1DC6" w:rsidRDefault="004D0FBE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EA1DC6">
              <w:rPr>
                <w:rFonts w:ascii="Times New Roman" w:hAnsi="Times New Roman"/>
              </w:rPr>
              <w:t>Испол-нители</w:t>
            </w:r>
            <w:proofErr w:type="spellEnd"/>
            <w:proofErr w:type="gramEnd"/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FBE" w:rsidRPr="00EA1DC6" w:rsidRDefault="004D0FBE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 xml:space="preserve">Источник </w:t>
            </w:r>
            <w:proofErr w:type="spellStart"/>
            <w:proofErr w:type="gramStart"/>
            <w:r w:rsidRPr="00EA1DC6">
              <w:rPr>
                <w:rFonts w:ascii="Times New Roman" w:hAnsi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2489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FBE" w:rsidRPr="00EA1DC6" w:rsidRDefault="004D0FBE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Объем финансирования, тыс. руб.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FBE" w:rsidRPr="00EA1DC6" w:rsidRDefault="004D0FBE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Ожидаемый результат</w:t>
            </w:r>
          </w:p>
        </w:tc>
      </w:tr>
      <w:tr w:rsidR="004D0FBE" w:rsidRPr="00EA1DC6" w:rsidTr="00036615"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FBE" w:rsidRPr="00EA1DC6" w:rsidRDefault="004D0FBE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FBE" w:rsidRPr="00EA1DC6" w:rsidRDefault="004D0FBE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FBE" w:rsidRPr="00EA1DC6" w:rsidRDefault="004D0FBE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FBE" w:rsidRPr="00EA1DC6" w:rsidRDefault="004D0FBE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FBE" w:rsidRPr="00EA1DC6" w:rsidRDefault="004D0FBE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FBE" w:rsidRPr="00EA1DC6" w:rsidRDefault="004D0FBE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всего</w:t>
            </w:r>
          </w:p>
        </w:tc>
        <w:tc>
          <w:tcPr>
            <w:tcW w:w="223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FBE" w:rsidRPr="00EA1DC6" w:rsidRDefault="004D0FBE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FBE" w:rsidRPr="00EA1DC6" w:rsidRDefault="004D0FBE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4D0FBE" w:rsidRPr="00EA1DC6" w:rsidTr="00036615"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FBE" w:rsidRPr="00EA1DC6" w:rsidRDefault="004D0FBE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FBE" w:rsidRPr="00EA1DC6" w:rsidRDefault="004D0FBE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FBE" w:rsidRPr="00EA1DC6" w:rsidRDefault="004D0FBE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FBE" w:rsidRPr="00EA1DC6" w:rsidRDefault="004D0FBE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FBE" w:rsidRPr="00EA1DC6" w:rsidRDefault="004D0FBE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FBE" w:rsidRPr="00EA1DC6" w:rsidRDefault="004D0FBE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FBE" w:rsidRPr="00EA1DC6" w:rsidRDefault="004D0FBE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2015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FBE" w:rsidRPr="00EA1DC6" w:rsidRDefault="004D0FBE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2016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FBE" w:rsidRPr="00EA1DC6" w:rsidRDefault="004D0FBE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2017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FBE" w:rsidRPr="00EA1DC6" w:rsidRDefault="004D0FBE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2018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FBE" w:rsidRPr="00EA1DC6" w:rsidRDefault="004D0FBE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2019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FBE" w:rsidRPr="00EA1DC6" w:rsidRDefault="004D0FBE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2020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FBE" w:rsidRPr="00EA1DC6" w:rsidRDefault="004D0FBE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2021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FBE" w:rsidRPr="00EA1DC6" w:rsidRDefault="004D0FBE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2022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FBE" w:rsidRPr="00EA1DC6" w:rsidRDefault="004D0FBE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FBE" w:rsidRPr="00EA1DC6" w:rsidRDefault="004D0FBE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2024</w:t>
            </w: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FBE" w:rsidRPr="00EA1DC6" w:rsidRDefault="004D0FBE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036615" w:rsidRPr="00036615" w:rsidRDefault="00036615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12"/>
        <w:gridCol w:w="2144"/>
        <w:gridCol w:w="836"/>
        <w:gridCol w:w="788"/>
        <w:gridCol w:w="895"/>
        <w:gridCol w:w="723"/>
        <w:gridCol w:w="640"/>
        <w:gridCol w:w="640"/>
        <w:gridCol w:w="640"/>
        <w:gridCol w:w="648"/>
        <w:gridCol w:w="640"/>
        <w:gridCol w:w="640"/>
        <w:gridCol w:w="640"/>
        <w:gridCol w:w="640"/>
        <w:gridCol w:w="640"/>
        <w:gridCol w:w="645"/>
        <w:gridCol w:w="2128"/>
      </w:tblGrid>
      <w:tr w:rsidR="004D0FBE" w:rsidRPr="004D0FBE" w:rsidTr="00036615">
        <w:trPr>
          <w:tblHeader/>
        </w:trPr>
        <w:tc>
          <w:tcPr>
            <w:tcW w:w="1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4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5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6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12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14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16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17</w:t>
            </w:r>
          </w:p>
        </w:tc>
      </w:tr>
      <w:tr w:rsidR="004D0FBE" w:rsidRPr="004D0FBE" w:rsidTr="00036615">
        <w:trPr>
          <w:cantSplit/>
          <w:trHeight w:val="1134"/>
        </w:trPr>
        <w:tc>
          <w:tcPr>
            <w:tcW w:w="1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1" w:name="sub_9051"/>
            <w:r w:rsidRPr="004D0FBE">
              <w:rPr>
                <w:rFonts w:ascii="Times New Roman" w:hAnsi="Times New Roman"/>
              </w:rPr>
              <w:t>1</w:t>
            </w:r>
            <w:bookmarkEnd w:id="1"/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 xml:space="preserve">Задача 1. Укрепление материально-технической базы ГМО РО, </w:t>
            </w:r>
            <w:proofErr w:type="gramStart"/>
            <w:r w:rsidRPr="004D0FBE">
              <w:rPr>
                <w:rFonts w:ascii="Times New Roman" w:hAnsi="Times New Roman"/>
              </w:rPr>
              <w:t>осуществляющих</w:t>
            </w:r>
            <w:proofErr w:type="gramEnd"/>
            <w:r w:rsidRPr="004D0FBE">
              <w:rPr>
                <w:rFonts w:ascii="Times New Roman" w:hAnsi="Times New Roman"/>
              </w:rPr>
              <w:t xml:space="preserve"> судебно-медицинскую экспертную деятельность, в том числе: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област</w:t>
            </w:r>
            <w:proofErr w:type="spellEnd"/>
            <w:r>
              <w:rPr>
                <w:rFonts w:ascii="Times New Roman" w:hAnsi="Times New Roman"/>
              </w:rPr>
              <w:t>-ной</w:t>
            </w:r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828449,24734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59594,5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65204,5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73772,9742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88886,8318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95632,217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90674,85134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88597,366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89387,339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88349,334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88349,334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сокращение сроков производства судебно-медицинских экспертиз и исследований на 0,5%;</w:t>
            </w:r>
          </w:p>
          <w:p w:rsidR="004D0FBE" w:rsidRPr="004D0FBE" w:rsidRDefault="004D0FBE" w:rsidP="004D0FB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обеспечение выполнения государственного задания ежегодно на 100%</w:t>
            </w:r>
          </w:p>
        </w:tc>
      </w:tr>
      <w:tr w:rsidR="004D0FBE" w:rsidRPr="004D0FBE" w:rsidTr="00036615">
        <w:trPr>
          <w:cantSplit/>
          <w:trHeight w:val="1134"/>
        </w:trPr>
        <w:tc>
          <w:tcPr>
            <w:tcW w:w="1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2" w:name="sub_7061"/>
            <w:r w:rsidRPr="004D0FBE">
              <w:rPr>
                <w:rFonts w:ascii="Times New Roman" w:hAnsi="Times New Roman"/>
              </w:rPr>
              <w:t>1.1</w:t>
            </w:r>
            <w:bookmarkEnd w:id="2"/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Приобретение медицинского оборудования, медицинской и немедицинской мебели, медицинских изделий, расходных материалов и оргтехники для ГМО РО, осуществляющих судебно-медицинскую экспертную деятельность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област</w:t>
            </w:r>
            <w:proofErr w:type="spellEnd"/>
            <w:r>
              <w:rPr>
                <w:rFonts w:ascii="Times New Roman" w:hAnsi="Times New Roman"/>
              </w:rPr>
              <w:t>-ной</w:t>
            </w:r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65987,613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2500,0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6000,0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5396,6432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9590,9698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9600,0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2900,0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9600,0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9600,0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5400,0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5400,0</w:t>
            </w: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4D0FBE" w:rsidRPr="004D0FBE" w:rsidTr="00036615">
        <w:trPr>
          <w:cantSplit/>
          <w:trHeight w:val="1507"/>
        </w:trPr>
        <w:tc>
          <w:tcPr>
            <w:tcW w:w="1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3" w:name="sub_7062"/>
            <w:r w:rsidRPr="004D0FBE">
              <w:rPr>
                <w:rFonts w:ascii="Times New Roman" w:hAnsi="Times New Roman"/>
              </w:rPr>
              <w:t>1.2</w:t>
            </w:r>
            <w:bookmarkEnd w:id="3"/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Государственное задание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ГБУ РО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област</w:t>
            </w:r>
            <w:proofErr w:type="spellEnd"/>
            <w:r>
              <w:rPr>
                <w:rFonts w:ascii="Times New Roman" w:hAnsi="Times New Roman"/>
              </w:rPr>
              <w:t>-ной</w:t>
            </w:r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762461,63434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57094,5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59204,5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68376,331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79295,862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86032,217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87774,85134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78997,366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79787,339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82949,334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82949,334</w:t>
            </w: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4D0FBE" w:rsidRPr="004D0FBE" w:rsidTr="00036615">
        <w:trPr>
          <w:cantSplit/>
          <w:trHeight w:val="1452"/>
        </w:trPr>
        <w:tc>
          <w:tcPr>
            <w:tcW w:w="89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bookmarkStart w:id="4" w:name="sub_90111"/>
            <w:r w:rsidRPr="004D0FBE">
              <w:rPr>
                <w:rFonts w:ascii="Times New Roman" w:hAnsi="Times New Roman"/>
              </w:rPr>
              <w:lastRenderedPageBreak/>
              <w:t>Итого</w:t>
            </w:r>
            <w:bookmarkEnd w:id="4"/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област</w:t>
            </w:r>
            <w:proofErr w:type="spellEnd"/>
            <w:r>
              <w:rPr>
                <w:rFonts w:ascii="Times New Roman" w:hAnsi="Times New Roman"/>
              </w:rPr>
              <w:t>-ной</w:t>
            </w:r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828449,24734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59594,5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65204,5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73772,9742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88886,8318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95632,217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90674,85134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88597,366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89387,339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88349,334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D0FBE">
              <w:rPr>
                <w:rFonts w:ascii="Times New Roman" w:hAnsi="Times New Roman"/>
              </w:rPr>
              <w:t>88349,334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4D0FBE" w:rsidRPr="004D0FBE" w:rsidRDefault="004D0FBE" w:rsidP="004D0F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</w:tbl>
    <w:p w:rsidR="004D0FBE" w:rsidRDefault="004D0FBE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4D0FBE" w:rsidRPr="004D0FBE" w:rsidRDefault="004D0FBE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</w:p>
    <w:sectPr w:rsidR="004D0FBE" w:rsidRPr="004D0FBE" w:rsidSect="00BF7285">
      <w:headerReference w:type="default" r:id="rId11"/>
      <w:type w:val="continuous"/>
      <w:pgSz w:w="16834" w:h="11907" w:orient="landscape" w:code="9"/>
      <w:pgMar w:top="1134" w:right="680" w:bottom="1134" w:left="1871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79C" w:rsidRDefault="00C7579C">
      <w:r>
        <w:separator/>
      </w:r>
    </w:p>
  </w:endnote>
  <w:endnote w:type="continuationSeparator" w:id="0">
    <w:p w:rsidR="00C7579C" w:rsidRDefault="00C75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4D0FBE">
          <w:pPr>
            <w:pStyle w:val="a6"/>
          </w:pPr>
          <w:r>
            <w:rPr>
              <w:noProof/>
            </w:rPr>
            <w:drawing>
              <wp:inline distT="0" distB="0" distL="0" distR="0">
                <wp:extent cx="662940" cy="281940"/>
                <wp:effectExtent l="0" t="0" r="3810" b="381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4D0FBE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>
                <wp:extent cx="175260" cy="144780"/>
                <wp:effectExtent l="0" t="0" r="0" b="762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4D0FBE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1421  04.12.2019 14:59:44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79C" w:rsidRDefault="00C7579C">
      <w:r>
        <w:separator/>
      </w:r>
    </w:p>
  </w:footnote>
  <w:footnote w:type="continuationSeparator" w:id="0">
    <w:p w:rsidR="00C7579C" w:rsidRDefault="00C757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882413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7" type="#_x0000_t75" style="width:22.3pt;height:11.1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QbqVJZU4Jtg1x1CAFscS/C4Eckg=" w:salt="CPbVcf2M2phTMe7XISle3g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FBE"/>
    <w:rsid w:val="0001360F"/>
    <w:rsid w:val="000331B3"/>
    <w:rsid w:val="00033413"/>
    <w:rsid w:val="00036615"/>
    <w:rsid w:val="00037C0C"/>
    <w:rsid w:val="000502A3"/>
    <w:rsid w:val="00056DEB"/>
    <w:rsid w:val="00073A7A"/>
    <w:rsid w:val="00076D5E"/>
    <w:rsid w:val="00084DD3"/>
    <w:rsid w:val="000917C0"/>
    <w:rsid w:val="000B0736"/>
    <w:rsid w:val="00122CFD"/>
    <w:rsid w:val="00151370"/>
    <w:rsid w:val="00162E72"/>
    <w:rsid w:val="00175BE5"/>
    <w:rsid w:val="001850F4"/>
    <w:rsid w:val="00190FF9"/>
    <w:rsid w:val="001947BE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86ECA"/>
    <w:rsid w:val="002953B6"/>
    <w:rsid w:val="002B7A59"/>
    <w:rsid w:val="002C6B4B"/>
    <w:rsid w:val="002E51A7"/>
    <w:rsid w:val="002E5A5F"/>
    <w:rsid w:val="002F1E81"/>
    <w:rsid w:val="00310D92"/>
    <w:rsid w:val="003160CB"/>
    <w:rsid w:val="003222A3"/>
    <w:rsid w:val="00360A40"/>
    <w:rsid w:val="003870C2"/>
    <w:rsid w:val="003D3B8A"/>
    <w:rsid w:val="003D54F8"/>
    <w:rsid w:val="003F4F5E"/>
    <w:rsid w:val="00400906"/>
    <w:rsid w:val="0042590E"/>
    <w:rsid w:val="00437F65"/>
    <w:rsid w:val="00460FEA"/>
    <w:rsid w:val="004734B7"/>
    <w:rsid w:val="00481B88"/>
    <w:rsid w:val="00485B4F"/>
    <w:rsid w:val="004862D1"/>
    <w:rsid w:val="004B2D5A"/>
    <w:rsid w:val="004D0FBE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158D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4A5B"/>
    <w:rsid w:val="006A1F71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3CA1"/>
    <w:rsid w:val="008513B9"/>
    <w:rsid w:val="008702D3"/>
    <w:rsid w:val="00876034"/>
    <w:rsid w:val="00882413"/>
    <w:rsid w:val="008827E7"/>
    <w:rsid w:val="008A1696"/>
    <w:rsid w:val="008C58FE"/>
    <w:rsid w:val="008E6C41"/>
    <w:rsid w:val="008F0816"/>
    <w:rsid w:val="008F6BB7"/>
    <w:rsid w:val="00900F42"/>
    <w:rsid w:val="00932E3C"/>
    <w:rsid w:val="009573D3"/>
    <w:rsid w:val="009977FF"/>
    <w:rsid w:val="009A085B"/>
    <w:rsid w:val="009C1DE6"/>
    <w:rsid w:val="009C1F0E"/>
    <w:rsid w:val="009D3E8C"/>
    <w:rsid w:val="009E3A0E"/>
    <w:rsid w:val="00A1314B"/>
    <w:rsid w:val="00A13160"/>
    <w:rsid w:val="00A137D3"/>
    <w:rsid w:val="00A44A8F"/>
    <w:rsid w:val="00A51D96"/>
    <w:rsid w:val="00A96F84"/>
    <w:rsid w:val="00AC3953"/>
    <w:rsid w:val="00AC7150"/>
    <w:rsid w:val="00AE1DCA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F4F5F"/>
    <w:rsid w:val="00BF7285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7579C"/>
    <w:rsid w:val="00C87D95"/>
    <w:rsid w:val="00C9077A"/>
    <w:rsid w:val="00C95CD2"/>
    <w:rsid w:val="00CA051B"/>
    <w:rsid w:val="00CB3CBE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433F"/>
    <w:rsid w:val="00ED1FDE"/>
    <w:rsid w:val="00F06EFB"/>
    <w:rsid w:val="00F1529E"/>
    <w:rsid w:val="00F16F07"/>
    <w:rsid w:val="00F45975"/>
    <w:rsid w:val="00F45B7C"/>
    <w:rsid w:val="00F45FCE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c">
    <w:name w:val="Нормальный (таблица)"/>
    <w:basedOn w:val="a"/>
    <w:next w:val="a"/>
    <w:uiPriority w:val="99"/>
    <w:rsid w:val="004D0FBE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4D0FBE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c">
    <w:name w:val="Нормальный (таблица)"/>
    <w:basedOn w:val="a"/>
    <w:next w:val="a"/>
    <w:uiPriority w:val="99"/>
    <w:rsid w:val="004D0FBE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4D0FBE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1&#1052;&#1080;&#1093;&#1085;&#1077;&#1074;&#1080;&#1095;\&#1041;&#1083;&#1072;&#1085;&#1082;&#1080;%20&#1087;&#1088;&#1072;&#1074;&#1080;&#1090;&#1077;&#1083;&#1100;&#1089;&#1090;&#1074;&#1072;%20%2031-12-2008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9</TotalTime>
  <Pages>2</Pages>
  <Words>208</Words>
  <Characters>1376</Characters>
  <Application>Microsoft Office Word</Application>
  <DocSecurity>0</DocSecurity>
  <Lines>50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Пользователь</dc:creator>
  <cp:lastModifiedBy>Лёксина М.А.</cp:lastModifiedBy>
  <cp:revision>4</cp:revision>
  <cp:lastPrinted>2008-04-23T07:17:00Z</cp:lastPrinted>
  <dcterms:created xsi:type="dcterms:W3CDTF">2019-12-04T10:41:00Z</dcterms:created>
  <dcterms:modified xsi:type="dcterms:W3CDTF">2019-12-18T10:27:00Z</dcterms:modified>
</cp:coreProperties>
</file>